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3B8" w:rsidRPr="005226AB" w:rsidRDefault="00CD4319" w:rsidP="00CD4319">
      <w:pPr>
        <w:tabs>
          <w:tab w:val="left" w:pos="2124"/>
        </w:tabs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</w:rPr>
        <w:tab/>
      </w:r>
    </w:p>
    <w:bookmarkEnd w:id="0"/>
    <w:p w:rsidR="000A71A0" w:rsidRPr="005226AB" w:rsidRDefault="00CB3969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Pan</w:t>
      </w:r>
    </w:p>
    <w:p w:rsidR="00695ADF" w:rsidRPr="005226AB" w:rsidRDefault="005226AB" w:rsidP="000A71A0">
      <w:pPr>
        <w:ind w:left="5040" w:firstLine="624"/>
        <w:rPr>
          <w:rFonts w:asciiTheme="minorHAnsi" w:eastAsia="Calibri" w:hAnsiTheme="minorHAnsi" w:cstheme="minorHAnsi"/>
          <w:b/>
          <w:lang w:eastAsia="en-US"/>
        </w:rPr>
      </w:pPr>
      <w:r w:rsidRPr="005226AB">
        <w:rPr>
          <w:rFonts w:asciiTheme="minorHAnsi" w:eastAsia="Calibri" w:hAnsiTheme="minorHAnsi" w:cstheme="minorHAnsi"/>
          <w:b/>
          <w:lang w:eastAsia="en-US"/>
        </w:rPr>
        <w:t>Jacek Paziewski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Sekretarz Komitetu</w:t>
      </w:r>
    </w:p>
    <w:p w:rsidR="00695ADF" w:rsidRPr="005226AB" w:rsidRDefault="005226AB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Rady Ministrów</w:t>
      </w:r>
    </w:p>
    <w:p w:rsidR="000A71A0" w:rsidRPr="005226AB" w:rsidRDefault="00695ADF" w:rsidP="00695ADF">
      <w:pPr>
        <w:ind w:left="4956" w:firstLine="708"/>
        <w:rPr>
          <w:rFonts w:asciiTheme="minorHAnsi" w:eastAsia="Calibri" w:hAnsiTheme="minorHAnsi" w:cstheme="minorHAnsi"/>
          <w:lang w:eastAsia="en-US"/>
        </w:rPr>
      </w:pPr>
      <w:r w:rsidRPr="005226AB">
        <w:rPr>
          <w:rFonts w:asciiTheme="minorHAnsi" w:eastAsia="Calibri" w:hAnsiTheme="minorHAnsi" w:cstheme="minorHAnsi"/>
          <w:lang w:eastAsia="en-US"/>
        </w:rPr>
        <w:t>do spraw Cyfryzacji</w:t>
      </w:r>
    </w:p>
    <w:p w:rsidR="000A71A0" w:rsidRPr="005226AB" w:rsidRDefault="00585E7C" w:rsidP="000A71A0">
      <w:pPr>
        <w:rPr>
          <w:rFonts w:asciiTheme="minorHAnsi" w:eastAsia="Calibri" w:hAnsiTheme="minorHAnsi" w:cstheme="minorHAnsi"/>
          <w:iCs/>
          <w:lang w:eastAsia="en-US"/>
        </w:rPr>
      </w:pPr>
    </w:p>
    <w:p w:rsidR="00636C3E" w:rsidRPr="005226AB" w:rsidRDefault="00695ADF" w:rsidP="00636C3E">
      <w:pPr>
        <w:spacing w:after="120"/>
        <w:rPr>
          <w:rFonts w:asciiTheme="minorHAnsi" w:eastAsia="Calibri" w:hAnsiTheme="minorHAnsi" w:cstheme="minorHAnsi"/>
          <w:i/>
          <w:lang w:eastAsia="en-US"/>
        </w:rPr>
      </w:pPr>
      <w:r w:rsidRPr="005226AB">
        <w:rPr>
          <w:rFonts w:asciiTheme="minorHAnsi" w:eastAsia="Calibri" w:hAnsiTheme="minorHAnsi" w:cstheme="minorHAnsi"/>
          <w:i/>
          <w:lang w:eastAsia="en-US"/>
        </w:rPr>
        <w:t>Szanowny Panie Sekretarzu,</w:t>
      </w:r>
    </w:p>
    <w:p w:rsidR="00636C3E" w:rsidRPr="005226AB" w:rsidRDefault="00F63E64" w:rsidP="005226AB">
      <w:pPr>
        <w:rPr>
          <w:rFonts w:asciiTheme="minorHAnsi" w:hAnsiTheme="minorHAnsi" w:cstheme="minorHAnsi"/>
        </w:rPr>
      </w:pPr>
      <w:r w:rsidRPr="005226AB">
        <w:rPr>
          <w:rFonts w:asciiTheme="minorHAnsi" w:hAnsiTheme="minorHAnsi" w:cstheme="minorHAnsi"/>
        </w:rPr>
        <w:t>w załączeniu przekazuję r</w:t>
      </w:r>
      <w:r w:rsidR="00636C3E" w:rsidRPr="005226AB">
        <w:rPr>
          <w:rFonts w:asciiTheme="minorHAnsi" w:hAnsiTheme="minorHAnsi" w:cstheme="minorHAnsi"/>
        </w:rPr>
        <w:t xml:space="preserve">aport </w:t>
      </w:r>
      <w:r w:rsidR="006E60D0">
        <w:rPr>
          <w:rFonts w:asciiTheme="minorHAnsi" w:hAnsiTheme="minorHAnsi" w:cstheme="minorHAnsi"/>
        </w:rPr>
        <w:t>za IV</w:t>
      </w:r>
      <w:r w:rsidRPr="005226AB">
        <w:rPr>
          <w:rFonts w:asciiTheme="minorHAnsi" w:hAnsiTheme="minorHAnsi" w:cstheme="minorHAnsi"/>
        </w:rPr>
        <w:t xml:space="preserve"> kwartał 2020 roku </w:t>
      </w:r>
      <w:r w:rsidR="00636C3E" w:rsidRPr="005226AB">
        <w:rPr>
          <w:rFonts w:asciiTheme="minorHAnsi" w:hAnsiTheme="minorHAnsi" w:cstheme="minorHAnsi"/>
        </w:rPr>
        <w:t xml:space="preserve">z postępu rzeczowo-finansowego projektu informatycznego </w:t>
      </w:r>
      <w:r w:rsidR="00FB00A4" w:rsidRPr="00FB00A4">
        <w:rPr>
          <w:rFonts w:asciiTheme="minorHAnsi" w:hAnsiTheme="minorHAnsi" w:cstheme="minorHAnsi"/>
        </w:rPr>
        <w:t>Budowa Systemu Punktu Inf</w:t>
      </w:r>
      <w:r w:rsidR="00DF757A">
        <w:rPr>
          <w:rFonts w:asciiTheme="minorHAnsi" w:hAnsiTheme="minorHAnsi" w:cstheme="minorHAnsi"/>
        </w:rPr>
        <w:t>ormacyjnego ds. Telekomunikacji</w:t>
      </w:r>
      <w:r w:rsidRPr="005226AB">
        <w:rPr>
          <w:rFonts w:asciiTheme="minorHAnsi" w:hAnsiTheme="minorHAnsi" w:cstheme="minorHAnsi"/>
        </w:rPr>
        <w:t>.</w:t>
      </w:r>
    </w:p>
    <w:p w:rsidR="00636C3E" w:rsidRDefault="00636C3E" w:rsidP="00636C3E">
      <w:pPr>
        <w:jc w:val="center"/>
        <w:rPr>
          <w:rFonts w:ascii="Calibri" w:hAnsi="Calibri" w:cs="Calibri"/>
        </w:rPr>
      </w:pPr>
    </w:p>
    <w:p w:rsidR="000A71A0" w:rsidRPr="0086305F" w:rsidRDefault="00CB3969" w:rsidP="00636C3E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86305F">
        <w:rPr>
          <w:rFonts w:asciiTheme="minorHAnsi" w:hAnsiTheme="minorHAnsi" w:cstheme="minorHAnsi"/>
          <w:i/>
          <w:iCs/>
        </w:rPr>
        <w:t>Z poważaniem</w:t>
      </w:r>
      <w:r w:rsidR="005226AB">
        <w:rPr>
          <w:rFonts w:asciiTheme="minorHAnsi" w:hAnsiTheme="minorHAnsi" w:cstheme="minorHAnsi"/>
          <w:i/>
          <w:iCs/>
        </w:rPr>
        <w:t>,</w:t>
      </w:r>
    </w:p>
    <w:p w:rsidR="000A71A0" w:rsidRPr="0086305F" w:rsidRDefault="00585E7C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Marek Zagórski</w:t>
      </w:r>
    </w:p>
    <w:p w:rsidR="000A71A0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Sekretarz Stanu</w:t>
      </w:r>
    </w:p>
    <w:p w:rsidR="00EA13E5" w:rsidRPr="0086305F" w:rsidRDefault="00CB3969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86305F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86305F" w:rsidRDefault="00585E7C" w:rsidP="000A71A0">
      <w:pPr>
        <w:ind w:left="4860"/>
        <w:jc w:val="center"/>
        <w:rPr>
          <w:rFonts w:asciiTheme="minorHAnsi" w:hAnsiTheme="minorHAnsi" w:cstheme="minorHAnsi"/>
        </w:rPr>
      </w:pPr>
    </w:p>
    <w:p w:rsidR="006A5C4D" w:rsidRPr="00936F2C" w:rsidRDefault="00CB3969" w:rsidP="00936F2C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86305F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sectPr w:rsidR="006A5C4D" w:rsidRPr="00936F2C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E7C" w:rsidRDefault="00585E7C">
      <w:r>
        <w:separator/>
      </w:r>
    </w:p>
  </w:endnote>
  <w:endnote w:type="continuationSeparator" w:id="0">
    <w:p w:rsidR="00585E7C" w:rsidRDefault="00585E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CB3969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:rsidR="005E753F" w:rsidRDefault="00CB3969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CB3969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>
              <wp:simplePos x="0" y="0"/>
              <wp:positionH relativeFrom="column">
                <wp:posOffset>227305</wp:posOffset>
              </wp:positionH>
              <wp:positionV relativeFrom="paragraph">
                <wp:posOffset>-539115</wp:posOffset>
              </wp:positionV>
              <wp:extent cx="2517775" cy="239395"/>
              <wp:effectExtent l="0" t="0" r="0" b="8255"/>
              <wp:wrapNone/>
              <wp:docPr id="4" name="Pole tekstow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style="position:absolute;margin-left:17.9pt;margin-top:-42.45pt;width:198.25pt;height:18.8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" stroked="f">
              <v:textbox>
                <w:txbxContent>
                  <w:p w:rsidR="007018D3" w:rsidRDefault="00CB3969" w:rsidP="007018D3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 w:rsidRPr="00AE7731"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E7C" w:rsidRDefault="00585E7C">
      <w:r>
        <w:separator/>
      </w:r>
    </w:p>
  </w:footnote>
  <w:footnote w:type="continuationSeparator" w:id="0">
    <w:p w:rsidR="00585E7C" w:rsidRDefault="00585E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585E7C" w:rsidP="007018D3">
    <w:pPr>
      <w:pStyle w:val="Nagwek"/>
      <w:jc w:val="right"/>
    </w:pPr>
  </w:p>
  <w:p w:rsidR="007018D3" w:rsidRDefault="00585E7C" w:rsidP="007018D3">
    <w:pPr>
      <w:pStyle w:val="Nagwek"/>
      <w:jc w:val="right"/>
    </w:pPr>
  </w:p>
  <w:p w:rsidR="007018D3" w:rsidRPr="00955B7A" w:rsidRDefault="00CB3969" w:rsidP="007018D3">
    <w:pPr>
      <w:pStyle w:val="Nagwek"/>
      <w:jc w:val="right"/>
      <w:rPr>
        <w:rFonts w:asciiTheme="minorHAnsi" w:hAnsiTheme="minorHAnsi" w:cstheme="minorHAnsi"/>
      </w:rPr>
    </w:pPr>
    <w:r w:rsidRPr="00955B7A">
      <w:rPr>
        <w:rFonts w:asciiTheme="minorHAnsi" w:hAnsiTheme="minorHAnsi" w:cstheme="minorHAnsi"/>
      </w:rPr>
      <w:t xml:space="preserve">Warszawa, dnia </w:t>
    </w:r>
    <w:bookmarkStart w:id="1" w:name="ezdDataPodpisu"/>
    <w:bookmarkEnd w:id="1"/>
    <w:r w:rsidR="006B3995">
      <w:rPr>
        <w:rFonts w:asciiTheme="minorHAnsi" w:hAnsiTheme="minorHAnsi" w:cstheme="minorHAnsi"/>
      </w:rPr>
      <w:t>27</w:t>
    </w:r>
    <w:r w:rsidR="00955B7A" w:rsidRPr="00955B7A">
      <w:rPr>
        <w:rFonts w:asciiTheme="minorHAnsi" w:hAnsiTheme="minorHAnsi" w:cstheme="minorHAnsi"/>
      </w:rPr>
      <w:t>.01.2021</w:t>
    </w:r>
    <w:r w:rsidRPr="00955B7A">
      <w:rPr>
        <w:rFonts w:asciiTheme="minorHAnsi" w:hAnsiTheme="minorHAnsi" w:cstheme="minorHAnsi"/>
      </w:rPr>
      <w:t xml:space="preserve"> r.</w:t>
    </w:r>
  </w:p>
  <w:p w:rsidR="004633D0" w:rsidRDefault="00CB3969" w:rsidP="00CA00FE">
    <w:pPr>
      <w:pStyle w:val="Nagwek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-87985</wp:posOffset>
              </wp:positionH>
              <wp:positionV relativeFrom="paragraph">
                <wp:posOffset>663270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Default="00CB3969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  <w:p w:rsidR="00955B7A" w:rsidRPr="00495DA1" w:rsidRDefault="00955B7A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-6.95pt;margin-top:52.2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iWxBQ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" stroked="f">
              <v:textbox>
                <w:txbxContent>
                  <w:p w:rsidR="007018D3" w:rsidRDefault="00CB3969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 Zagórski</w:t>
                    </w:r>
                  </w:p>
                  <w:p w:rsidR="00955B7A" w:rsidRPr="00495DA1" w:rsidRDefault="00955B7A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Pr="004633D0">
      <w:rPr>
        <w:noProof/>
      </w:rPr>
      <w:drawing>
        <wp:inline distT="0" distB="0" distL="0" distR="0">
          <wp:extent cx="2689200" cy="579600"/>
          <wp:effectExtent l="0" t="0" r="0" b="0"/>
          <wp:docPr id="7" name="Obraz 7" descr="C:\Users\p.jezewski\Desktop\SSZagórsk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SSZagórsk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689200" cy="57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55B7A" w:rsidRPr="00955B7A" w:rsidRDefault="00FB00A4" w:rsidP="00FB00A4">
    <w:pPr>
      <w:pStyle w:val="Nagwek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                   </w:t>
    </w:r>
    <w:r w:rsidRPr="00FB00A4">
      <w:rPr>
        <w:rFonts w:asciiTheme="minorHAnsi" w:hAnsiTheme="minorHAnsi" w:cstheme="minorHAnsi"/>
        <w:sz w:val="20"/>
        <w:szCs w:val="20"/>
      </w:rPr>
      <w:t>DAIP.WOKRM.0102.38.1.2021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ADF"/>
    <w:rsid w:val="0049347F"/>
    <w:rsid w:val="005226AB"/>
    <w:rsid w:val="00585E7C"/>
    <w:rsid w:val="00636C3E"/>
    <w:rsid w:val="00695ADF"/>
    <w:rsid w:val="006B3995"/>
    <w:rsid w:val="006E60D0"/>
    <w:rsid w:val="00745D00"/>
    <w:rsid w:val="00771B6C"/>
    <w:rsid w:val="00936F2C"/>
    <w:rsid w:val="00955B7A"/>
    <w:rsid w:val="00A524E6"/>
    <w:rsid w:val="00B23BF3"/>
    <w:rsid w:val="00BB26D4"/>
    <w:rsid w:val="00C05857"/>
    <w:rsid w:val="00C11B94"/>
    <w:rsid w:val="00C70146"/>
    <w:rsid w:val="00CA393C"/>
    <w:rsid w:val="00CB3969"/>
    <w:rsid w:val="00CD4319"/>
    <w:rsid w:val="00DF757A"/>
    <w:rsid w:val="00E804B2"/>
    <w:rsid w:val="00F63E64"/>
    <w:rsid w:val="00FB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BD9C7B1-B901-45EA-AB7F-64BD65B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</TotalTime>
  <Pages>1</Pages>
  <Words>58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Jackiewicz Piotr</dc:creator>
  <cp:lastModifiedBy>Jackiewicz Piotr</cp:lastModifiedBy>
  <cp:revision>4</cp:revision>
  <dcterms:created xsi:type="dcterms:W3CDTF">2021-01-27T13:14:00Z</dcterms:created>
  <dcterms:modified xsi:type="dcterms:W3CDTF">2021-01-27T13:17:00Z</dcterms:modified>
</cp:coreProperties>
</file>